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4E3DD6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C6B26" w:rsidRPr="00734D73" w:rsidRDefault="00DC6B26" w:rsidP="00DC6B26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DC6B26" w:rsidRPr="007B7199" w:rsidTr="003901EF">
        <w:tc>
          <w:tcPr>
            <w:tcW w:w="3256" w:type="dxa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DC6B26" w:rsidRPr="003C7AC2" w:rsidRDefault="004F0474" w:rsidP="003901E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4F047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Dodávka obvazového materiálu - obinadlo tubulární elastické síťové</w:t>
            </w:r>
          </w:p>
        </w:tc>
      </w:tr>
      <w:tr w:rsidR="00DC6B26" w:rsidRPr="007B7199" w:rsidTr="003901EF">
        <w:tc>
          <w:tcPr>
            <w:tcW w:w="3256" w:type="dxa"/>
            <w:vMerge w:val="restart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C6B26" w:rsidRPr="007B7199" w:rsidTr="003901EF">
        <w:tc>
          <w:tcPr>
            <w:tcW w:w="3256" w:type="dxa"/>
            <w:vMerge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C6B26" w:rsidRPr="007B7199" w:rsidTr="003901EF">
        <w:tc>
          <w:tcPr>
            <w:tcW w:w="10343" w:type="dxa"/>
            <w:gridSpan w:val="2"/>
            <w:shd w:val="clear" w:color="auto" w:fill="auto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C6B26" w:rsidRPr="007B7199" w:rsidTr="003901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Del="001A748D" w:rsidRDefault="00DC6B26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C6B26" w:rsidRPr="007B7199" w:rsidDel="001A748D" w:rsidTr="003901EF">
        <w:tc>
          <w:tcPr>
            <w:tcW w:w="3256" w:type="dxa"/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C6B26" w:rsidRDefault="00DC6B26" w:rsidP="00DC6B26">
      <w:pPr>
        <w:jc w:val="both"/>
        <w:rPr>
          <w:rFonts w:cs="Arial"/>
          <w:bCs/>
          <w:iCs/>
          <w:sz w:val="12"/>
        </w:rPr>
      </w:pPr>
    </w:p>
    <w:p w:rsidR="00DC6B26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F0474" w:rsidRPr="004F0474">
        <w:rPr>
          <w:rFonts w:asciiTheme="minorHAnsi" w:hAnsiTheme="minorHAnsi"/>
          <w:b/>
          <w:sz w:val="22"/>
          <w:szCs w:val="22"/>
        </w:rPr>
        <w:t>Dodávka obvazového materiálu - obinadlo tubulární elastické síťové</w:t>
      </w:r>
      <w:bookmarkStart w:id="0" w:name="_GoBack"/>
      <w:bookmarkEnd w:id="0"/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závazné 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v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ouvy v příloze č. 2 zadávací dokumentace – „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Závazný návrh </w:t>
      </w:r>
      <w:r w:rsidR="00654059">
        <w:rPr>
          <w:rFonts w:asciiTheme="minorHAnsi" w:hAnsiTheme="minorHAnsi" w:cs="Arial"/>
          <w:color w:val="000000" w:themeColor="text1"/>
          <w:sz w:val="22"/>
          <w:szCs w:val="22"/>
        </w:rPr>
        <w:t xml:space="preserve">kupní 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>smlouvy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3D78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2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D78BF" w:rsidRPr="00E42670" w:rsidRDefault="003D78BF" w:rsidP="003D78BF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4F0474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BF" w:rsidRDefault="003D78BF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64DADCE" wp14:editId="2D119220">
          <wp:simplePos x="0" y="0"/>
          <wp:positionH relativeFrom="margin">
            <wp:posOffset>4362450</wp:posOffset>
          </wp:positionH>
          <wp:positionV relativeFrom="paragraph">
            <wp:posOffset>-48260</wp:posOffset>
          </wp:positionV>
          <wp:extent cx="2152015" cy="575945"/>
          <wp:effectExtent l="0" t="0" r="635" b="0"/>
          <wp:wrapNone/>
          <wp:docPr id="17" name="Obrázek 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7AC2"/>
    <w:rsid w:val="003D5020"/>
    <w:rsid w:val="003D73B1"/>
    <w:rsid w:val="003D78BF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3DD6"/>
    <w:rsid w:val="004E5527"/>
    <w:rsid w:val="004F0474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54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1756A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C6B26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F0A9-CBE4-4884-BDD8-85204F5D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14</TotalTime>
  <Pages>1</Pages>
  <Words>170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18</cp:revision>
  <cp:lastPrinted>2018-11-08T12:12:00Z</cp:lastPrinted>
  <dcterms:created xsi:type="dcterms:W3CDTF">2018-10-15T07:40:00Z</dcterms:created>
  <dcterms:modified xsi:type="dcterms:W3CDTF">2019-02-12T12:11:00Z</dcterms:modified>
</cp:coreProperties>
</file>